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  <w:bookmarkStart w:id="0" w:name="_GoBack"/>
      <w:bookmarkEnd w:id="0"/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3F7D19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3F7D1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3F7D1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3F7D1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</w:t>
    </w:r>
    <w:r w:rsidR="003F7D19">
      <w:rPr>
        <w:szCs w:val="24"/>
      </w:rPr>
      <w:t>2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7437B7" w:rsidRPr="007437B7">
      <w:rPr>
        <w:szCs w:val="24"/>
      </w:rPr>
      <w:t>1002</w:t>
    </w:r>
    <w:r w:rsidR="003F7D19">
      <w:rPr>
        <w:szCs w:val="24"/>
      </w:rPr>
      <w:t>3293</w:t>
    </w:r>
    <w:r w:rsidRPr="00415540">
      <w:rPr>
        <w:szCs w:val="24"/>
      </w:rPr>
      <w:t>/</w:t>
    </w:r>
    <w:r w:rsidR="007437B7">
      <w:rPr>
        <w:szCs w:val="24"/>
      </w:rPr>
      <w:t>CPT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3F7D19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7742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5F9DCE83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98398-588A-4F8B-AE59-88FB55865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5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Perret Chloe EXT</cp:lastModifiedBy>
  <cp:revision>6</cp:revision>
  <cp:lastPrinted>2017-10-31T13:48:00Z</cp:lastPrinted>
  <dcterms:created xsi:type="dcterms:W3CDTF">2020-11-06T15:46:00Z</dcterms:created>
  <dcterms:modified xsi:type="dcterms:W3CDTF">2022-03-21T09:05:00Z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